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5BB" w:rsidRPr="003671FF" w:rsidRDefault="00E43F45" w:rsidP="003671FF">
      <w:pPr>
        <w:pStyle w:val="WW-Standard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ind w:firstLine="709"/>
        <w:jc w:val="center"/>
        <w:rPr>
          <w:rFonts w:asciiTheme="minorHAnsi" w:hAnsiTheme="minorHAnsi"/>
          <w:b/>
          <w:color w:val="1F497D" w:themeColor="text2"/>
          <w:sz w:val="22"/>
          <w:szCs w:val="22"/>
        </w:rPr>
      </w:pPr>
      <w:bookmarkStart w:id="0" w:name="_GoBack"/>
      <w:bookmarkEnd w:id="0"/>
      <w:r>
        <w:rPr>
          <w:rFonts w:asciiTheme="minorHAnsi" w:hAnsiTheme="minorHAnsi"/>
          <w:b/>
          <w:color w:val="1F497D" w:themeColor="text2"/>
          <w:sz w:val="22"/>
          <w:szCs w:val="22"/>
        </w:rPr>
        <w:t>ANNEXE n°</w:t>
      </w:r>
      <w:r w:rsidR="004F1607">
        <w:rPr>
          <w:rFonts w:asciiTheme="minorHAnsi" w:hAnsiTheme="minorHAnsi"/>
          <w:b/>
          <w:color w:val="1F497D" w:themeColor="text2"/>
          <w:sz w:val="22"/>
          <w:szCs w:val="22"/>
        </w:rPr>
        <w:t xml:space="preserve"> 3</w:t>
      </w:r>
      <w:r>
        <w:rPr>
          <w:rFonts w:asciiTheme="minorHAnsi" w:hAnsiTheme="minorHAnsi"/>
          <w:b/>
          <w:color w:val="1F497D" w:themeColor="text2"/>
          <w:sz w:val="22"/>
          <w:szCs w:val="22"/>
        </w:rPr>
        <w:t xml:space="preserve"> </w:t>
      </w:r>
      <w:r w:rsidR="00FD228F" w:rsidRPr="003671FF">
        <w:rPr>
          <w:rFonts w:asciiTheme="minorHAnsi" w:hAnsiTheme="minorHAnsi"/>
          <w:b/>
          <w:color w:val="1F497D" w:themeColor="text2"/>
          <w:sz w:val="22"/>
          <w:szCs w:val="22"/>
        </w:rPr>
        <w:t>:</w:t>
      </w:r>
      <w:r w:rsidR="00BA45BB" w:rsidRPr="003671FF">
        <w:rPr>
          <w:rFonts w:asciiTheme="minorHAnsi" w:hAnsiTheme="minorHAnsi"/>
          <w:b/>
          <w:color w:val="1F497D" w:themeColor="text2"/>
          <w:sz w:val="22"/>
          <w:szCs w:val="22"/>
        </w:rPr>
        <w:t xml:space="preserve"> </w:t>
      </w:r>
      <w:r w:rsidR="005F7C80">
        <w:rPr>
          <w:rFonts w:asciiTheme="minorHAnsi" w:hAnsiTheme="minorHAnsi"/>
          <w:b/>
          <w:color w:val="1F497D" w:themeColor="text2"/>
          <w:sz w:val="22"/>
          <w:szCs w:val="22"/>
        </w:rPr>
        <w:t>Modèle de liste de candidature</w:t>
      </w:r>
    </w:p>
    <w:p w:rsidR="00A22986" w:rsidRPr="003671FF" w:rsidRDefault="00A22986">
      <w:pPr>
        <w:ind w:left="-567"/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</w:pPr>
    </w:p>
    <w:p w:rsidR="00C17DA6" w:rsidRPr="003671FF" w:rsidRDefault="00C17DA6" w:rsidP="0036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567"/>
        <w:jc w:val="both"/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</w:pPr>
      <w:r w:rsidRPr="003671FF"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  <w:t xml:space="preserve">Désignation du scrutin : </w:t>
      </w:r>
      <w:r w:rsidR="005E3BE5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>[</w:t>
      </w:r>
      <w:r w:rsidRPr="003671FF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 xml:space="preserve">Comité </w:t>
      </w:r>
      <w:r w:rsidR="005E3BE5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>social territorial</w:t>
      </w:r>
      <w:r w:rsidRPr="003671FF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 xml:space="preserve"> ou CAP A/ ou CAP B ou C</w:t>
      </w:r>
      <w:r w:rsidR="005E3BE5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>AP C  ou CCP</w:t>
      </w:r>
      <w:r w:rsidRPr="003671FF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>]</w:t>
      </w:r>
    </w:p>
    <w:p w:rsidR="00C17DA6" w:rsidRPr="003671FF" w:rsidRDefault="00640360" w:rsidP="0036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567"/>
        <w:jc w:val="both"/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</w:pPr>
      <w:r w:rsidRPr="003671FF"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  <w:t>………………………………………………………………………………………………………..</w:t>
      </w:r>
    </w:p>
    <w:p w:rsidR="00640360" w:rsidRPr="003671FF" w:rsidRDefault="00640360" w:rsidP="0036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567"/>
        <w:jc w:val="both"/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</w:pPr>
      <w:r w:rsidRPr="003671FF"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  <w:t>…………………………………………………………………………..</w:t>
      </w:r>
    </w:p>
    <w:p w:rsidR="00956F60" w:rsidRPr="003671FF" w:rsidRDefault="00956F60" w:rsidP="0036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567"/>
        <w:jc w:val="both"/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</w:pPr>
    </w:p>
    <w:p w:rsidR="00640360" w:rsidRPr="003671FF" w:rsidRDefault="00F93CB7" w:rsidP="0036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567"/>
        <w:jc w:val="both"/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</w:pPr>
      <w:r w:rsidRPr="003671FF"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  <w:t>Liste présentée par</w:t>
      </w:r>
      <w:r w:rsidR="00C17DA6" w:rsidRPr="003671FF"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  <w:t> :</w:t>
      </w:r>
      <w:r w:rsidRPr="003671FF"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  <w:t xml:space="preserve"> </w:t>
      </w:r>
      <w:r w:rsidR="00640360" w:rsidRPr="003671FF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 xml:space="preserve">[Nom de </w:t>
      </w:r>
      <w:r w:rsidR="0073262C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>l’organisation syndicale ou les noms des OS en cas de liste commune].</w:t>
      </w:r>
    </w:p>
    <w:p w:rsidR="00EB4AB1" w:rsidRPr="003671FF" w:rsidRDefault="00956F60" w:rsidP="0036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567"/>
        <w:jc w:val="both"/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</w:pPr>
      <w:r w:rsidRPr="003671FF"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  <w:t>………………………………………………………………………………………………………</w:t>
      </w:r>
    </w:p>
    <w:p w:rsidR="00956F60" w:rsidRPr="003671FF" w:rsidRDefault="00956F60" w:rsidP="0036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567"/>
        <w:jc w:val="both"/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</w:pPr>
      <w:r w:rsidRPr="003671FF"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  <w:t>……………………………………………………………………………..</w:t>
      </w:r>
    </w:p>
    <w:p w:rsidR="00EB4AB1" w:rsidRPr="003671FF" w:rsidRDefault="00EB4AB1" w:rsidP="003671FF">
      <w:pPr>
        <w:jc w:val="both"/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</w:pPr>
    </w:p>
    <w:p w:rsidR="008B6A03" w:rsidRPr="003671FF" w:rsidRDefault="008B6A03" w:rsidP="008B6A03">
      <w:pPr>
        <w:jc w:val="both"/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</w:pPr>
    </w:p>
    <w:p w:rsidR="008B6A03" w:rsidRPr="005D43AF" w:rsidRDefault="008B6A03" w:rsidP="008B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567"/>
        <w:jc w:val="both"/>
        <w:rPr>
          <w:rFonts w:asciiTheme="minorHAnsi" w:hAnsiTheme="minorHAnsi"/>
          <w:b/>
          <w:i/>
          <w:color w:val="1F497D" w:themeColor="text2"/>
          <w:kern w:val="1"/>
          <w:sz w:val="22"/>
          <w:szCs w:val="22"/>
          <w:lang w:eastAsia="zh-CN"/>
        </w:rPr>
      </w:pPr>
      <w:r>
        <w:rPr>
          <w:rFonts w:asciiTheme="minorHAnsi" w:hAnsiTheme="minorHAnsi"/>
          <w:b/>
          <w:i/>
          <w:color w:val="1F497D" w:themeColor="text2"/>
          <w:kern w:val="1"/>
          <w:sz w:val="22"/>
          <w:szCs w:val="22"/>
          <w:lang w:eastAsia="zh-CN"/>
        </w:rPr>
        <w:t xml:space="preserve">Répartition des suffrages exprimés entre organisations syndicales </w:t>
      </w:r>
      <w:r w:rsidRPr="008B6A03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>(Rubrique à prévoir en cas de liste commune :)</w:t>
      </w:r>
    </w:p>
    <w:p w:rsidR="008B6A03" w:rsidRPr="003671FF" w:rsidRDefault="008B6A03" w:rsidP="008B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567"/>
        <w:jc w:val="both"/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</w:pPr>
      <w:r w:rsidRPr="003671FF"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  <w:t>………………………………………………………………………………………………………</w:t>
      </w:r>
    </w:p>
    <w:p w:rsidR="008B6A03" w:rsidRPr="003671FF" w:rsidRDefault="008B6A03" w:rsidP="008B6A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567"/>
        <w:jc w:val="both"/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</w:pPr>
      <w:r w:rsidRPr="003671FF"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  <w:t>……………………………………………………………………………..</w:t>
      </w:r>
    </w:p>
    <w:p w:rsidR="008B6A03" w:rsidRPr="003671FF" w:rsidRDefault="008B6A03" w:rsidP="008B6A03">
      <w:pPr>
        <w:jc w:val="both"/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</w:pPr>
    </w:p>
    <w:p w:rsidR="008B6A03" w:rsidRPr="003671FF" w:rsidRDefault="008B6A03" w:rsidP="003671FF">
      <w:pPr>
        <w:jc w:val="both"/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</w:pPr>
    </w:p>
    <w:p w:rsidR="00F93CB7" w:rsidRPr="003671FF" w:rsidRDefault="00872FA6" w:rsidP="0036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567"/>
        <w:jc w:val="both"/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</w:pPr>
      <w:r w:rsidRPr="003671FF"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  <w:t xml:space="preserve">Appartenance </w:t>
      </w:r>
      <w:r w:rsidR="00956F60" w:rsidRPr="003671FF"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  <w:t xml:space="preserve">de l’Organisation syndicale présentant la liste </w:t>
      </w:r>
      <w:r w:rsidR="00C17DA6" w:rsidRPr="003671FF"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  <w:t xml:space="preserve">à : </w:t>
      </w:r>
      <w:r w:rsidR="00640360" w:rsidRPr="003671FF"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  <w:t xml:space="preserve"> </w:t>
      </w:r>
      <w:r w:rsidR="00C17DA6" w:rsidRPr="003671FF">
        <w:rPr>
          <w:rFonts w:asciiTheme="minorHAnsi" w:hAnsiTheme="minorHAnsi"/>
          <w:color w:val="1F497D" w:themeColor="text2"/>
          <w:kern w:val="1"/>
          <w:sz w:val="22"/>
          <w:szCs w:val="22"/>
          <w:lang w:eastAsia="zh-CN"/>
        </w:rPr>
        <w:t>[</w:t>
      </w:r>
      <w:r w:rsidR="00C17DA6" w:rsidRPr="003671FF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>Nom</w:t>
      </w:r>
      <w:r w:rsidR="00C17DA6" w:rsidRPr="003671FF">
        <w:rPr>
          <w:rFonts w:asciiTheme="minorHAnsi" w:hAnsiTheme="minorHAnsi"/>
          <w:b/>
          <w:i/>
          <w:color w:val="1F497D" w:themeColor="text2"/>
          <w:kern w:val="1"/>
          <w:sz w:val="22"/>
          <w:szCs w:val="22"/>
          <w:lang w:eastAsia="zh-CN"/>
        </w:rPr>
        <w:t xml:space="preserve"> </w:t>
      </w:r>
      <w:r w:rsidR="00C17DA6" w:rsidRPr="003671FF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 xml:space="preserve">de l’Union </w:t>
      </w:r>
      <w:r w:rsidRPr="003671FF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 xml:space="preserve">de </w:t>
      </w:r>
      <w:r w:rsidR="00C17DA6" w:rsidRPr="003671FF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>syndica</w:t>
      </w:r>
      <w:r w:rsidRPr="003671FF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>ts</w:t>
      </w:r>
      <w:r w:rsidR="00C17DA6" w:rsidRPr="003671FF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 xml:space="preserve"> </w:t>
      </w:r>
      <w:r w:rsidRPr="003671FF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 xml:space="preserve">à caractère national </w:t>
      </w:r>
      <w:r w:rsidR="00C17DA6" w:rsidRPr="003671FF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>de rattachement</w:t>
      </w:r>
      <w:r w:rsidR="00C17DA6" w:rsidRPr="003671FF">
        <w:rPr>
          <w:rFonts w:asciiTheme="minorHAnsi" w:hAnsiTheme="minorHAnsi"/>
          <w:color w:val="1F497D" w:themeColor="text2"/>
          <w:kern w:val="1"/>
          <w:sz w:val="22"/>
          <w:szCs w:val="22"/>
          <w:lang w:eastAsia="zh-CN"/>
        </w:rPr>
        <w:t>]</w:t>
      </w:r>
    </w:p>
    <w:p w:rsidR="00956F60" w:rsidRPr="003671FF" w:rsidRDefault="00956F60" w:rsidP="0036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567"/>
        <w:jc w:val="both"/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</w:pPr>
      <w:r w:rsidRPr="003671FF"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  <w:t>………………………………………………………………………………………………………</w:t>
      </w:r>
    </w:p>
    <w:p w:rsidR="00956F60" w:rsidRPr="003671FF" w:rsidRDefault="00956F60" w:rsidP="0036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567"/>
        <w:jc w:val="both"/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</w:pPr>
      <w:r w:rsidRPr="003671FF"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  <w:t>……………………………………………………………………………..</w:t>
      </w:r>
    </w:p>
    <w:p w:rsidR="00956F60" w:rsidRPr="003671FF" w:rsidRDefault="00956F60" w:rsidP="0036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567"/>
        <w:jc w:val="both"/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</w:pPr>
    </w:p>
    <w:p w:rsidR="00F93CB7" w:rsidRPr="005D43AF" w:rsidRDefault="00F93CB7" w:rsidP="0036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567"/>
        <w:jc w:val="both"/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</w:pPr>
      <w:r w:rsidRPr="003671FF"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  <w:t>Nom du délégué de liste</w:t>
      </w:r>
      <w:r w:rsidR="00C17DA6" w:rsidRPr="003671FF"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  <w:t xml:space="preserve"> : </w:t>
      </w:r>
      <w:r w:rsidR="00C17DA6" w:rsidRPr="005D43AF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>NOM Prénom</w:t>
      </w:r>
    </w:p>
    <w:p w:rsidR="00956F60" w:rsidRPr="003671FF" w:rsidRDefault="00956F60" w:rsidP="0036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567"/>
        <w:jc w:val="both"/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</w:pPr>
      <w:r w:rsidRPr="003671FF"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  <w:t>………………………………………………………………………………………………………</w:t>
      </w:r>
    </w:p>
    <w:p w:rsidR="00956F60" w:rsidRPr="003671FF" w:rsidRDefault="00956F60" w:rsidP="0036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567"/>
        <w:jc w:val="both"/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</w:pPr>
      <w:r w:rsidRPr="003671FF"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  <w:t>……………………………………………………………………………..</w:t>
      </w:r>
    </w:p>
    <w:p w:rsidR="00956F60" w:rsidRPr="003671FF" w:rsidRDefault="00956F60" w:rsidP="003671FF">
      <w:pPr>
        <w:jc w:val="both"/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</w:pPr>
    </w:p>
    <w:p w:rsidR="003671FF" w:rsidRPr="003671FF" w:rsidRDefault="003671FF" w:rsidP="003671FF">
      <w:pPr>
        <w:jc w:val="both"/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</w:pPr>
    </w:p>
    <w:p w:rsidR="00C17DA6" w:rsidRPr="005D43AF" w:rsidRDefault="00C17DA6" w:rsidP="0036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567"/>
        <w:jc w:val="both"/>
        <w:rPr>
          <w:rFonts w:asciiTheme="minorHAnsi" w:hAnsiTheme="minorHAnsi"/>
          <w:b/>
          <w:i/>
          <w:color w:val="1F497D" w:themeColor="text2"/>
          <w:kern w:val="1"/>
          <w:sz w:val="22"/>
          <w:szCs w:val="22"/>
          <w:lang w:eastAsia="zh-CN"/>
        </w:rPr>
      </w:pPr>
      <w:r w:rsidRPr="003671FF">
        <w:rPr>
          <w:rFonts w:asciiTheme="minorHAnsi" w:hAnsiTheme="minorHAnsi"/>
          <w:b/>
          <w:i/>
          <w:color w:val="1F497D" w:themeColor="text2"/>
          <w:kern w:val="1"/>
          <w:sz w:val="22"/>
          <w:szCs w:val="22"/>
          <w:lang w:eastAsia="zh-CN"/>
        </w:rPr>
        <w:t xml:space="preserve">Nom du délégué suppléant* : </w:t>
      </w:r>
      <w:r w:rsidRPr="005D43AF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>NOM Prénom</w:t>
      </w:r>
      <w:r w:rsidR="00E56B84" w:rsidRPr="005D43AF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 xml:space="preserve"> </w:t>
      </w:r>
      <w:r w:rsidR="00E56B84" w:rsidRPr="005D43AF">
        <w:rPr>
          <w:rFonts w:asciiTheme="minorHAnsi" w:hAnsiTheme="minorHAnsi"/>
          <w:b/>
          <w:i/>
          <w:color w:val="1F497D" w:themeColor="text2"/>
          <w:kern w:val="1"/>
          <w:sz w:val="22"/>
          <w:szCs w:val="22"/>
          <w:lang w:eastAsia="zh-CN"/>
        </w:rPr>
        <w:t>(</w:t>
      </w:r>
      <w:r w:rsidR="005D43AF" w:rsidRPr="005D43AF">
        <w:rPr>
          <w:rFonts w:asciiTheme="minorHAnsi" w:hAnsiTheme="minorHAnsi"/>
          <w:b/>
          <w:i/>
          <w:color w:val="1F497D" w:themeColor="text2"/>
          <w:kern w:val="1"/>
          <w:sz w:val="22"/>
          <w:szCs w:val="22"/>
          <w:lang w:eastAsia="zh-CN"/>
        </w:rPr>
        <w:t>*</w:t>
      </w:r>
      <w:r w:rsidR="00E56B84" w:rsidRPr="005D43AF">
        <w:rPr>
          <w:rFonts w:asciiTheme="minorHAnsi" w:hAnsiTheme="minorHAnsi"/>
          <w:b/>
          <w:i/>
          <w:color w:val="1F497D" w:themeColor="text2"/>
          <w:kern w:val="1"/>
          <w:sz w:val="22"/>
          <w:szCs w:val="22"/>
          <w:lang w:eastAsia="zh-CN"/>
        </w:rPr>
        <w:t>Optionnel)</w:t>
      </w:r>
    </w:p>
    <w:p w:rsidR="00956F60" w:rsidRPr="003671FF" w:rsidRDefault="00956F60" w:rsidP="0036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567"/>
        <w:jc w:val="both"/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</w:pPr>
      <w:r w:rsidRPr="003671FF"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  <w:t>………………………………………………………………………………………………………</w:t>
      </w:r>
    </w:p>
    <w:p w:rsidR="00956F60" w:rsidRPr="003671FF" w:rsidRDefault="00956F60" w:rsidP="0036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567"/>
        <w:jc w:val="both"/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</w:pPr>
      <w:r w:rsidRPr="003671FF"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  <w:t>……………………………………………………………………………..</w:t>
      </w:r>
    </w:p>
    <w:p w:rsidR="00956F60" w:rsidRPr="003671FF" w:rsidRDefault="00956F60" w:rsidP="003671FF">
      <w:pPr>
        <w:jc w:val="both"/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</w:pPr>
    </w:p>
    <w:p w:rsidR="003671FF" w:rsidRPr="003671FF" w:rsidRDefault="003671FF" w:rsidP="003671FF">
      <w:pPr>
        <w:jc w:val="both"/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</w:pPr>
    </w:p>
    <w:p w:rsidR="00F93CB7" w:rsidRPr="003671FF" w:rsidRDefault="00C17DA6" w:rsidP="0036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567"/>
        <w:jc w:val="both"/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</w:pPr>
      <w:r w:rsidRPr="003671FF"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  <w:t>Liste des candidats</w:t>
      </w:r>
      <w:r w:rsidR="0073262C"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  <w:t xml:space="preserve"> </w:t>
      </w:r>
      <w:r w:rsidR="0073262C" w:rsidRPr="0073262C">
        <w:rPr>
          <w:rFonts w:asciiTheme="minorHAnsi" w:hAnsiTheme="minorHAnsi"/>
          <w:b/>
          <w:i/>
          <w:color w:val="1F497D" w:themeColor="text2"/>
          <w:kern w:val="1"/>
          <w:sz w:val="22"/>
          <w:szCs w:val="22"/>
          <w:lang w:eastAsia="zh-CN"/>
        </w:rPr>
        <w:t>(ordre de présentation )</w:t>
      </w:r>
      <w:r w:rsidRPr="0073262C">
        <w:rPr>
          <w:rFonts w:asciiTheme="minorHAnsi" w:hAnsiTheme="minorHAnsi"/>
          <w:b/>
          <w:i/>
          <w:color w:val="1F497D" w:themeColor="text2"/>
          <w:kern w:val="1"/>
          <w:sz w:val="22"/>
          <w:szCs w:val="22"/>
          <w:lang w:eastAsia="zh-CN"/>
        </w:rPr>
        <w:t> </w:t>
      </w:r>
      <w:r w:rsidRPr="003671FF"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  <w:t xml:space="preserve">: </w:t>
      </w:r>
    </w:p>
    <w:p w:rsidR="00C17DA6" w:rsidRPr="003671FF" w:rsidRDefault="00C17DA6" w:rsidP="0036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567"/>
        <w:jc w:val="both"/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</w:pPr>
      <w:r w:rsidRPr="003671FF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>-M. ou Mme Prénom</w:t>
      </w:r>
      <w:r w:rsidR="0073262C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>,</w:t>
      </w:r>
      <w:r w:rsidR="0073262C" w:rsidRPr="0073262C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 xml:space="preserve"> </w:t>
      </w:r>
      <w:r w:rsidR="0073262C" w:rsidRPr="003671FF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>NOM</w:t>
      </w:r>
      <w:r w:rsidRPr="003671FF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>, sexe F ou H</w:t>
      </w:r>
    </w:p>
    <w:p w:rsidR="00C17DA6" w:rsidRPr="003671FF" w:rsidRDefault="00C17DA6" w:rsidP="0036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567"/>
        <w:jc w:val="both"/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</w:pPr>
      <w:r w:rsidRPr="003671FF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>-M. ou Mme Prénom</w:t>
      </w:r>
      <w:r w:rsidR="0073262C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>,</w:t>
      </w:r>
      <w:r w:rsidRPr="003671FF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 xml:space="preserve"> </w:t>
      </w:r>
      <w:r w:rsidR="0073262C" w:rsidRPr="003671FF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>NOM</w:t>
      </w:r>
      <w:r w:rsidRPr="003671FF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>, sexe F ou H</w:t>
      </w:r>
    </w:p>
    <w:p w:rsidR="00F93CB7" w:rsidRPr="003671FF" w:rsidRDefault="00C17DA6" w:rsidP="0036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567"/>
        <w:jc w:val="both"/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</w:pPr>
      <w:r w:rsidRPr="003671FF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>- (…)</w:t>
      </w:r>
    </w:p>
    <w:p w:rsidR="00F93CB7" w:rsidRPr="003671FF" w:rsidRDefault="00F93CB7" w:rsidP="0036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567"/>
        <w:jc w:val="both"/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</w:pPr>
    </w:p>
    <w:p w:rsidR="003671FF" w:rsidRPr="003671FF" w:rsidRDefault="003671FF" w:rsidP="0036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567"/>
        <w:jc w:val="both"/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</w:pPr>
    </w:p>
    <w:p w:rsidR="00F93CB7" w:rsidRDefault="00F93CB7" w:rsidP="00872FA6">
      <w:pPr>
        <w:ind w:left="-567"/>
        <w:jc w:val="both"/>
        <w:rPr>
          <w:rFonts w:ascii="Arial" w:hAnsi="Arial"/>
          <w:smallCaps/>
          <w:color w:val="1F497D" w:themeColor="text2"/>
          <w:sz w:val="18"/>
        </w:rPr>
      </w:pPr>
    </w:p>
    <w:p w:rsidR="00E43F45" w:rsidRPr="003671FF" w:rsidRDefault="00E43F45" w:rsidP="00872FA6">
      <w:pPr>
        <w:ind w:left="-567"/>
        <w:jc w:val="both"/>
        <w:rPr>
          <w:rFonts w:ascii="Arial" w:hAnsi="Arial"/>
          <w:smallCaps/>
          <w:color w:val="1F497D" w:themeColor="text2"/>
          <w:sz w:val="18"/>
        </w:rPr>
      </w:pPr>
    </w:p>
    <w:p w:rsidR="003671FF" w:rsidRPr="003671FF" w:rsidRDefault="003671FF" w:rsidP="0036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567"/>
        <w:jc w:val="both"/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</w:pPr>
      <w:r w:rsidRPr="003671FF"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  <w:t xml:space="preserve">La présente liste comprend </w:t>
      </w:r>
      <w:r w:rsidR="0073262C"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  <w:t xml:space="preserve"> au total</w:t>
      </w:r>
      <w:r w:rsidRPr="005D43AF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>………………[nombre]</w:t>
      </w:r>
      <w:r w:rsidRPr="003671FF"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  <w:t xml:space="preserve"> candidatures. </w:t>
      </w:r>
    </w:p>
    <w:p w:rsidR="003671FF" w:rsidRPr="003671FF" w:rsidRDefault="003671FF" w:rsidP="0036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567"/>
        <w:jc w:val="both"/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</w:pPr>
    </w:p>
    <w:p w:rsidR="003671FF" w:rsidRPr="003671FF" w:rsidRDefault="003671FF" w:rsidP="003671FF">
      <w:pPr>
        <w:ind w:left="-567"/>
        <w:jc w:val="both"/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</w:pPr>
    </w:p>
    <w:p w:rsidR="003671FF" w:rsidRPr="003671FF" w:rsidRDefault="003671FF" w:rsidP="003671FF">
      <w:pPr>
        <w:ind w:left="-567"/>
        <w:jc w:val="both"/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</w:pPr>
    </w:p>
    <w:p w:rsidR="003671FF" w:rsidRPr="003671FF" w:rsidRDefault="003671FF" w:rsidP="00367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567"/>
        <w:jc w:val="both"/>
        <w:rPr>
          <w:rFonts w:ascii="Arial" w:hAnsi="Arial"/>
          <w:smallCaps/>
          <w:color w:val="1F497D" w:themeColor="text2"/>
          <w:sz w:val="18"/>
        </w:rPr>
      </w:pPr>
      <w:r w:rsidRPr="003671FF"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  <w:t xml:space="preserve">La présente liste comporte </w:t>
      </w:r>
      <w:r w:rsidRPr="005D43AF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>………….[nombre]</w:t>
      </w:r>
      <w:r w:rsidRPr="003671FF"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  <w:t xml:space="preserve"> candidatures de femmes et </w:t>
      </w:r>
      <w:r w:rsidRPr="005D43AF">
        <w:rPr>
          <w:rFonts w:asciiTheme="minorHAnsi" w:hAnsiTheme="minorHAnsi"/>
          <w:i/>
          <w:color w:val="1F497D" w:themeColor="text2"/>
          <w:kern w:val="1"/>
          <w:sz w:val="22"/>
          <w:szCs w:val="22"/>
          <w:lang w:eastAsia="zh-CN"/>
        </w:rPr>
        <w:t>………………[nombre]</w:t>
      </w:r>
      <w:r w:rsidR="0073262C"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  <w:t xml:space="preserve"> </w:t>
      </w:r>
      <w:r w:rsidRPr="003671FF">
        <w:rPr>
          <w:rFonts w:asciiTheme="minorHAnsi" w:hAnsiTheme="minorHAnsi"/>
          <w:b/>
          <w:color w:val="1F497D" w:themeColor="text2"/>
          <w:kern w:val="1"/>
          <w:sz w:val="22"/>
          <w:szCs w:val="22"/>
          <w:lang w:eastAsia="zh-CN"/>
        </w:rPr>
        <w:t>candidatures d’hommes</w:t>
      </w:r>
    </w:p>
    <w:sectPr w:rsidR="003671FF" w:rsidRPr="003671FF" w:rsidSect="00E43F45">
      <w:footerReference w:type="default" r:id="rId9"/>
      <w:footerReference w:type="first" r:id="rId10"/>
      <w:pgSz w:w="11906" w:h="16838" w:code="9"/>
      <w:pgMar w:top="1134" w:right="1077" w:bottom="1134" w:left="1077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83D" w:rsidRDefault="00F8083D">
      <w:r>
        <w:separator/>
      </w:r>
    </w:p>
  </w:endnote>
  <w:endnote w:type="continuationSeparator" w:id="0">
    <w:p w:rsidR="00F8083D" w:rsidRDefault="00F80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83D" w:rsidRDefault="005E3BE5">
    <w:pPr>
      <w:pStyle w:val="Pieddepag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43F45">
      <w:rPr>
        <w:noProof/>
      </w:rPr>
      <w:t>2</w:t>
    </w:r>
    <w:r>
      <w:rPr>
        <w:noProof/>
      </w:rPr>
      <w:fldChar w:fldCharType="end"/>
    </w:r>
  </w:p>
  <w:p w:rsidR="00F8083D" w:rsidRDefault="00F8083D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83D" w:rsidRPr="007A7513" w:rsidRDefault="00F8083D" w:rsidP="00940D48">
    <w:pPr>
      <w:pStyle w:val="Pieddepage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83D" w:rsidRDefault="00F8083D">
      <w:r>
        <w:separator/>
      </w:r>
    </w:p>
  </w:footnote>
  <w:footnote w:type="continuationSeparator" w:id="0">
    <w:p w:rsidR="00F8083D" w:rsidRDefault="00F80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D70AC"/>
    <w:multiLevelType w:val="hybridMultilevel"/>
    <w:tmpl w:val="756E6C02"/>
    <w:lvl w:ilvl="0" w:tplc="CEF088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843F93"/>
    <w:multiLevelType w:val="hybridMultilevel"/>
    <w:tmpl w:val="655A8AFC"/>
    <w:lvl w:ilvl="0" w:tplc="7C30DAF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10789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F83ED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AA6B8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502E0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243C8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E4C1F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F41FB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8898B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395395B"/>
    <w:multiLevelType w:val="hybridMultilevel"/>
    <w:tmpl w:val="314812EE"/>
    <w:lvl w:ilvl="0" w:tplc="AFE09D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20AAC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AAB6C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80E1F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9E516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BE318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C88E66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9EB5D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DCB45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6F705F5E"/>
    <w:multiLevelType w:val="hybridMultilevel"/>
    <w:tmpl w:val="A93CE1EE"/>
    <w:lvl w:ilvl="0" w:tplc="E54632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AE652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2EF4F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A69E8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9A0E3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824E6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A4F8A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3CC7D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9E876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41D5D1D"/>
    <w:multiLevelType w:val="hybridMultilevel"/>
    <w:tmpl w:val="D7C0932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AB5"/>
    <w:rsid w:val="00016D8F"/>
    <w:rsid w:val="00021285"/>
    <w:rsid w:val="00026CB5"/>
    <w:rsid w:val="00063DB8"/>
    <w:rsid w:val="000717A6"/>
    <w:rsid w:val="00084616"/>
    <w:rsid w:val="00096553"/>
    <w:rsid w:val="000B4E75"/>
    <w:rsid w:val="000C203B"/>
    <w:rsid w:val="00103EBC"/>
    <w:rsid w:val="001420EA"/>
    <w:rsid w:val="00146AB5"/>
    <w:rsid w:val="00160EAA"/>
    <w:rsid w:val="0016728C"/>
    <w:rsid w:val="001A3F46"/>
    <w:rsid w:val="0021124A"/>
    <w:rsid w:val="00223AE3"/>
    <w:rsid w:val="00232C93"/>
    <w:rsid w:val="0025476C"/>
    <w:rsid w:val="002735CB"/>
    <w:rsid w:val="00274017"/>
    <w:rsid w:val="0027412A"/>
    <w:rsid w:val="002A3D5B"/>
    <w:rsid w:val="00361B10"/>
    <w:rsid w:val="003671FF"/>
    <w:rsid w:val="00416A08"/>
    <w:rsid w:val="004354A7"/>
    <w:rsid w:val="004459EB"/>
    <w:rsid w:val="00475136"/>
    <w:rsid w:val="004B122A"/>
    <w:rsid w:val="004B1818"/>
    <w:rsid w:val="004D2F9F"/>
    <w:rsid w:val="004D6C8E"/>
    <w:rsid w:val="004F1607"/>
    <w:rsid w:val="00516BA4"/>
    <w:rsid w:val="00534453"/>
    <w:rsid w:val="00567156"/>
    <w:rsid w:val="00580041"/>
    <w:rsid w:val="005B668C"/>
    <w:rsid w:val="005D0204"/>
    <w:rsid w:val="005D2309"/>
    <w:rsid w:val="005D3885"/>
    <w:rsid w:val="005D43AF"/>
    <w:rsid w:val="005E2B57"/>
    <w:rsid w:val="005E396E"/>
    <w:rsid w:val="005E3BE5"/>
    <w:rsid w:val="005E41EE"/>
    <w:rsid w:val="005F7C80"/>
    <w:rsid w:val="00640360"/>
    <w:rsid w:val="00642FAE"/>
    <w:rsid w:val="00667834"/>
    <w:rsid w:val="00677559"/>
    <w:rsid w:val="006959E7"/>
    <w:rsid w:val="006A4FA7"/>
    <w:rsid w:val="006C3F0B"/>
    <w:rsid w:val="006E0589"/>
    <w:rsid w:val="006E4C0E"/>
    <w:rsid w:val="0071037C"/>
    <w:rsid w:val="00715E75"/>
    <w:rsid w:val="0073262C"/>
    <w:rsid w:val="00764BCC"/>
    <w:rsid w:val="007A088E"/>
    <w:rsid w:val="007A2330"/>
    <w:rsid w:val="007A4683"/>
    <w:rsid w:val="007A7513"/>
    <w:rsid w:val="007E33F8"/>
    <w:rsid w:val="007F0CA3"/>
    <w:rsid w:val="007F6D28"/>
    <w:rsid w:val="00820D28"/>
    <w:rsid w:val="00820F61"/>
    <w:rsid w:val="00872FA6"/>
    <w:rsid w:val="008A5432"/>
    <w:rsid w:val="008A783D"/>
    <w:rsid w:val="008B6A03"/>
    <w:rsid w:val="008C3EF4"/>
    <w:rsid w:val="008E7364"/>
    <w:rsid w:val="00901D17"/>
    <w:rsid w:val="00940D48"/>
    <w:rsid w:val="00942DF9"/>
    <w:rsid w:val="00956471"/>
    <w:rsid w:val="00956F60"/>
    <w:rsid w:val="0097005F"/>
    <w:rsid w:val="009D24FB"/>
    <w:rsid w:val="00A1571D"/>
    <w:rsid w:val="00A22986"/>
    <w:rsid w:val="00A403BF"/>
    <w:rsid w:val="00A46DE9"/>
    <w:rsid w:val="00A65BBB"/>
    <w:rsid w:val="00A90504"/>
    <w:rsid w:val="00A91837"/>
    <w:rsid w:val="00B03FD1"/>
    <w:rsid w:val="00B118EE"/>
    <w:rsid w:val="00B32642"/>
    <w:rsid w:val="00B5106C"/>
    <w:rsid w:val="00B57703"/>
    <w:rsid w:val="00B94FE4"/>
    <w:rsid w:val="00BA45BB"/>
    <w:rsid w:val="00BC63C4"/>
    <w:rsid w:val="00C17DA6"/>
    <w:rsid w:val="00C72AA1"/>
    <w:rsid w:val="00CA7CD4"/>
    <w:rsid w:val="00CC21E8"/>
    <w:rsid w:val="00CF1C4A"/>
    <w:rsid w:val="00D26898"/>
    <w:rsid w:val="00D36AFB"/>
    <w:rsid w:val="00D40919"/>
    <w:rsid w:val="00D43823"/>
    <w:rsid w:val="00D74DD3"/>
    <w:rsid w:val="00D77D43"/>
    <w:rsid w:val="00D85761"/>
    <w:rsid w:val="00DA2E1F"/>
    <w:rsid w:val="00DA3825"/>
    <w:rsid w:val="00DB11E4"/>
    <w:rsid w:val="00DD50B9"/>
    <w:rsid w:val="00DF5966"/>
    <w:rsid w:val="00E43F45"/>
    <w:rsid w:val="00E5254F"/>
    <w:rsid w:val="00E56B84"/>
    <w:rsid w:val="00E923F1"/>
    <w:rsid w:val="00EB4AB1"/>
    <w:rsid w:val="00ED5390"/>
    <w:rsid w:val="00F22C6C"/>
    <w:rsid w:val="00F32B4A"/>
    <w:rsid w:val="00F46653"/>
    <w:rsid w:val="00F8083D"/>
    <w:rsid w:val="00F87156"/>
    <w:rsid w:val="00F87D25"/>
    <w:rsid w:val="00F93CB7"/>
    <w:rsid w:val="00F97EFE"/>
    <w:rsid w:val="00FA0690"/>
    <w:rsid w:val="00FA4B3C"/>
    <w:rsid w:val="00FB5622"/>
    <w:rsid w:val="00FD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136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8A543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8A543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40D48"/>
  </w:style>
  <w:style w:type="character" w:styleId="Lienhypertexte">
    <w:name w:val="Hyperlink"/>
    <w:rsid w:val="001420EA"/>
    <w:rPr>
      <w:color w:val="000080"/>
      <w:u w:val="single"/>
    </w:rPr>
  </w:style>
  <w:style w:type="paragraph" w:customStyle="1" w:styleId="WW-Standard">
    <w:name w:val="WW-Standard"/>
    <w:rsid w:val="001420EA"/>
    <w:pPr>
      <w:suppressAutoHyphens/>
      <w:jc w:val="both"/>
      <w:textAlignment w:val="baseline"/>
    </w:pPr>
    <w:rPr>
      <w:kern w:val="1"/>
      <w:sz w:val="24"/>
      <w:lang w:eastAsia="zh-CN"/>
    </w:rPr>
  </w:style>
  <w:style w:type="paragraph" w:customStyle="1" w:styleId="Titre71">
    <w:name w:val="Titre 71"/>
    <w:basedOn w:val="WW-Standard"/>
    <w:next w:val="WW-Standard"/>
    <w:rsid w:val="001420EA"/>
    <w:pPr>
      <w:keepNext/>
    </w:pPr>
    <w:rPr>
      <w:rFonts w:ascii="Arial" w:hAnsi="Arial" w:cs="Arial"/>
      <w:b/>
      <w:sz w:val="22"/>
    </w:rPr>
  </w:style>
  <w:style w:type="paragraph" w:customStyle="1" w:styleId="Footnote">
    <w:name w:val="Footnote"/>
    <w:basedOn w:val="WW-Standard"/>
    <w:rsid w:val="001420EA"/>
    <w:rPr>
      <w:sz w:val="20"/>
    </w:rPr>
  </w:style>
  <w:style w:type="paragraph" w:customStyle="1" w:styleId="Style6">
    <w:name w:val="Style6"/>
    <w:basedOn w:val="WW-Standard"/>
    <w:rsid w:val="001420EA"/>
    <w:pPr>
      <w:widowControl w:val="0"/>
      <w:autoSpaceDE w:val="0"/>
      <w:spacing w:line="252" w:lineRule="exact"/>
    </w:pPr>
    <w:rPr>
      <w:rFonts w:ascii="Century Schoolbook" w:hAnsi="Century Schoolbook" w:cs="Century Schoolbook"/>
      <w:szCs w:val="24"/>
    </w:rPr>
  </w:style>
  <w:style w:type="paragraph" w:customStyle="1" w:styleId="En-tte1">
    <w:name w:val="En-tête 1"/>
    <w:basedOn w:val="WW-Standard"/>
    <w:rsid w:val="001420EA"/>
    <w:pPr>
      <w:jc w:val="left"/>
    </w:pPr>
    <w:rPr>
      <w:rFonts w:ascii="Arial" w:hAnsi="Arial" w:cs="Arial"/>
      <w:caps/>
      <w:sz w:val="18"/>
      <w:szCs w:val="18"/>
    </w:rPr>
  </w:style>
  <w:style w:type="paragraph" w:customStyle="1" w:styleId="En-tte2">
    <w:name w:val="En-tête 2"/>
    <w:basedOn w:val="En-tte1"/>
    <w:rsid w:val="001420EA"/>
    <w:rPr>
      <w:caps w:val="0"/>
    </w:rPr>
  </w:style>
  <w:style w:type="paragraph" w:customStyle="1" w:styleId="corpstexte11">
    <w:name w:val="corps texte 1.1"/>
    <w:basedOn w:val="WW-Standard"/>
    <w:rsid w:val="001420EA"/>
    <w:pPr>
      <w:spacing w:before="20" w:after="20"/>
      <w:jc w:val="center"/>
    </w:pPr>
    <w:rPr>
      <w:rFonts w:ascii="Arial" w:hAnsi="Arial" w:cs="Arial"/>
      <w:caps/>
      <w:sz w:val="16"/>
      <w:lang w:val="de-DE"/>
    </w:rPr>
  </w:style>
  <w:style w:type="character" w:customStyle="1" w:styleId="PieddepageCar">
    <w:name w:val="Pied de page Car"/>
    <w:basedOn w:val="Policepardfaut"/>
    <w:link w:val="Pieddepage"/>
    <w:uiPriority w:val="99"/>
    <w:rsid w:val="002735CB"/>
    <w:rPr>
      <w:sz w:val="24"/>
      <w:szCs w:val="24"/>
    </w:rPr>
  </w:style>
  <w:style w:type="paragraph" w:styleId="Textedebulles">
    <w:name w:val="Balloon Text"/>
    <w:basedOn w:val="Normal"/>
    <w:link w:val="TextedebullesCar"/>
    <w:rsid w:val="004B181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B181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103EB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A3825"/>
    <w:pPr>
      <w:spacing w:before="100" w:beforeAutospacing="1" w:after="100" w:afterAutospacing="1"/>
    </w:pPr>
  </w:style>
  <w:style w:type="paragraph" w:styleId="Paragraphedeliste">
    <w:name w:val="List Paragraph"/>
    <w:basedOn w:val="Normal"/>
    <w:uiPriority w:val="34"/>
    <w:qFormat/>
    <w:rsid w:val="00016D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136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8A543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8A543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940D48"/>
  </w:style>
  <w:style w:type="character" w:styleId="Lienhypertexte">
    <w:name w:val="Hyperlink"/>
    <w:rsid w:val="001420EA"/>
    <w:rPr>
      <w:color w:val="000080"/>
      <w:u w:val="single"/>
    </w:rPr>
  </w:style>
  <w:style w:type="paragraph" w:customStyle="1" w:styleId="WW-Standard">
    <w:name w:val="WW-Standard"/>
    <w:rsid w:val="001420EA"/>
    <w:pPr>
      <w:suppressAutoHyphens/>
      <w:jc w:val="both"/>
      <w:textAlignment w:val="baseline"/>
    </w:pPr>
    <w:rPr>
      <w:kern w:val="1"/>
      <w:sz w:val="24"/>
      <w:lang w:eastAsia="zh-CN"/>
    </w:rPr>
  </w:style>
  <w:style w:type="paragraph" w:customStyle="1" w:styleId="Titre71">
    <w:name w:val="Titre 71"/>
    <w:basedOn w:val="WW-Standard"/>
    <w:next w:val="WW-Standard"/>
    <w:rsid w:val="001420EA"/>
    <w:pPr>
      <w:keepNext/>
    </w:pPr>
    <w:rPr>
      <w:rFonts w:ascii="Arial" w:hAnsi="Arial" w:cs="Arial"/>
      <w:b/>
      <w:sz w:val="22"/>
    </w:rPr>
  </w:style>
  <w:style w:type="paragraph" w:customStyle="1" w:styleId="Footnote">
    <w:name w:val="Footnote"/>
    <w:basedOn w:val="WW-Standard"/>
    <w:rsid w:val="001420EA"/>
    <w:rPr>
      <w:sz w:val="20"/>
    </w:rPr>
  </w:style>
  <w:style w:type="paragraph" w:customStyle="1" w:styleId="Style6">
    <w:name w:val="Style6"/>
    <w:basedOn w:val="WW-Standard"/>
    <w:rsid w:val="001420EA"/>
    <w:pPr>
      <w:widowControl w:val="0"/>
      <w:autoSpaceDE w:val="0"/>
      <w:spacing w:line="252" w:lineRule="exact"/>
    </w:pPr>
    <w:rPr>
      <w:rFonts w:ascii="Century Schoolbook" w:hAnsi="Century Schoolbook" w:cs="Century Schoolbook"/>
      <w:szCs w:val="24"/>
    </w:rPr>
  </w:style>
  <w:style w:type="paragraph" w:customStyle="1" w:styleId="En-tte1">
    <w:name w:val="En-tête 1"/>
    <w:basedOn w:val="WW-Standard"/>
    <w:rsid w:val="001420EA"/>
    <w:pPr>
      <w:jc w:val="left"/>
    </w:pPr>
    <w:rPr>
      <w:rFonts w:ascii="Arial" w:hAnsi="Arial" w:cs="Arial"/>
      <w:caps/>
      <w:sz w:val="18"/>
      <w:szCs w:val="18"/>
    </w:rPr>
  </w:style>
  <w:style w:type="paragraph" w:customStyle="1" w:styleId="En-tte2">
    <w:name w:val="En-tête 2"/>
    <w:basedOn w:val="En-tte1"/>
    <w:rsid w:val="001420EA"/>
    <w:rPr>
      <w:caps w:val="0"/>
    </w:rPr>
  </w:style>
  <w:style w:type="paragraph" w:customStyle="1" w:styleId="corpstexte11">
    <w:name w:val="corps texte 1.1"/>
    <w:basedOn w:val="WW-Standard"/>
    <w:rsid w:val="001420EA"/>
    <w:pPr>
      <w:spacing w:before="20" w:after="20"/>
      <w:jc w:val="center"/>
    </w:pPr>
    <w:rPr>
      <w:rFonts w:ascii="Arial" w:hAnsi="Arial" w:cs="Arial"/>
      <w:caps/>
      <w:sz w:val="16"/>
      <w:lang w:val="de-DE"/>
    </w:rPr>
  </w:style>
  <w:style w:type="character" w:customStyle="1" w:styleId="PieddepageCar">
    <w:name w:val="Pied de page Car"/>
    <w:basedOn w:val="Policepardfaut"/>
    <w:link w:val="Pieddepage"/>
    <w:uiPriority w:val="99"/>
    <w:rsid w:val="002735CB"/>
    <w:rPr>
      <w:sz w:val="24"/>
      <w:szCs w:val="24"/>
    </w:rPr>
  </w:style>
  <w:style w:type="paragraph" w:styleId="Textedebulles">
    <w:name w:val="Balloon Text"/>
    <w:basedOn w:val="Normal"/>
    <w:link w:val="TextedebullesCar"/>
    <w:rsid w:val="004B181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B181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103EB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A3825"/>
    <w:pPr>
      <w:spacing w:before="100" w:beforeAutospacing="1" w:after="100" w:afterAutospacing="1"/>
    </w:pPr>
  </w:style>
  <w:style w:type="paragraph" w:styleId="Paragraphedeliste">
    <w:name w:val="List Paragraph"/>
    <w:basedOn w:val="Normal"/>
    <w:uiPriority w:val="34"/>
    <w:qFormat/>
    <w:rsid w:val="00016D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9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6121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50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4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8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926975">
          <w:marLeft w:val="57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878">
          <w:marLeft w:val="57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CL\AppData\Local\Archimed\ArchimedDocMaker\temp\rad2C3D4.tmp\DGCL-SDELFPT-entete_sdelfpt_195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CB6A7D-07A8-4DB5-9229-1AA7EBBC4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DGCL-SDELFPT-entete_sdelfpt_195</Template>
  <TotalTime>1</TotalTime>
  <Pages>1</Pages>
  <Words>155</Words>
  <Characters>1161</Characters>
  <Application>Microsoft Office Word</Application>
  <DocSecurity>4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GENERALE</vt:lpstr>
    </vt:vector>
  </TitlesOfParts>
  <Company>DGCL</Company>
  <LinksUpToDate>false</LinksUpToDate>
  <CharactersWithSpaces>1314</CharactersWithSpaces>
  <SharedDoc>false</SharedDoc>
  <HLinks>
    <vt:vector size="6" baseType="variant">
      <vt:variant>
        <vt:i4>3539036</vt:i4>
      </vt:variant>
      <vt:variant>
        <vt:i4>0</vt:i4>
      </vt:variant>
      <vt:variant>
        <vt:i4>0</vt:i4>
      </vt:variant>
      <vt:variant>
        <vt:i4>5</vt:i4>
      </vt:variant>
      <vt:variant>
        <vt:lpwstr>mailto:dgcl-sdelfpt-fp2-secretariat@interieur.gouv.fr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GENERALE</dc:title>
  <dc:creator>MARTIN Claire FP2</dc:creator>
  <cp:lastModifiedBy>Caroline Valat</cp:lastModifiedBy>
  <cp:revision>2</cp:revision>
  <cp:lastPrinted>2022-06-10T06:07:00Z</cp:lastPrinted>
  <dcterms:created xsi:type="dcterms:W3CDTF">2022-06-10T06:08:00Z</dcterms:created>
  <dcterms:modified xsi:type="dcterms:W3CDTF">2022-06-10T06:08:00Z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IdSim">
    <vt:lpwstr>COURRIERS_801557</vt:lpwstr>
  </property>
</Properties>
</file>